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AEB" w:rsidRPr="00755404" w:rsidRDefault="00B91B10" w:rsidP="00AF6343">
      <w:pPr>
        <w:pStyle w:val="BodyText"/>
      </w:pPr>
      <w:r>
        <w:rPr>
          <w:noProof/>
        </w:rPr>
        <w:drawing>
          <wp:anchor distT="0" distB="0" distL="114300" distR="114300" simplePos="0" relativeHeight="251668992" behindDoc="1" locked="0" layoutInCell="1" allowOverlap="1">
            <wp:simplePos x="0" y="0"/>
            <wp:positionH relativeFrom="column">
              <wp:posOffset>9361170</wp:posOffset>
            </wp:positionH>
            <wp:positionV relativeFrom="paragraph">
              <wp:posOffset>4554220</wp:posOffset>
            </wp:positionV>
            <wp:extent cx="2419350" cy="2178050"/>
            <wp:effectExtent l="57150" t="38100" r="38100" b="12700"/>
            <wp:wrapTight wrapText="bothSides">
              <wp:wrapPolygon edited="0">
                <wp:start x="-510" y="-378"/>
                <wp:lineTo x="-510" y="21726"/>
                <wp:lineTo x="21940" y="21726"/>
                <wp:lineTo x="21940" y="-378"/>
                <wp:lineTo x="-510" y="-378"/>
              </wp:wrapPolygon>
            </wp:wrapTight>
            <wp:docPr id="27" name="Picture 1" descr="http://www.enchantedlearning.com/usa/states/dc/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nchantedlearning.com/usa/states/dc/map.GIF"/>
                    <pic:cNvPicPr>
                      <a:picLocks noChangeAspect="1" noChangeArrowheads="1"/>
                    </pic:cNvPicPr>
                  </pic:nvPicPr>
                  <pic:blipFill>
                    <a:blip r:embed="rId7" cstate="print"/>
                    <a:srcRect/>
                    <a:stretch>
                      <a:fillRect/>
                    </a:stretch>
                  </pic:blipFill>
                  <pic:spPr bwMode="auto">
                    <a:xfrm>
                      <a:off x="0" y="0"/>
                      <a:ext cx="2419350" cy="2178050"/>
                    </a:xfrm>
                    <a:prstGeom prst="rect">
                      <a:avLst/>
                    </a:prstGeom>
                    <a:noFill/>
                    <a:ln w="44450">
                      <a:solidFill>
                        <a:schemeClr val="tx2">
                          <a:lumMod val="40000"/>
                          <a:lumOff val="60000"/>
                        </a:schemeClr>
                      </a:solidFill>
                      <a:miter lim="800000"/>
                      <a:headEnd/>
                      <a:tailEnd/>
                    </a:ln>
                  </pic:spPr>
                </pic:pic>
              </a:graphicData>
            </a:graphic>
          </wp:anchor>
        </w:drawing>
      </w:r>
      <w:r w:rsidR="00C947BA">
        <w:rPr>
          <w:noProof/>
        </w:rPr>
        <w:drawing>
          <wp:anchor distT="0" distB="0" distL="114300" distR="114300" simplePos="0" relativeHeight="251667968" behindDoc="0" locked="0" layoutInCell="1" allowOverlap="1">
            <wp:simplePos x="0" y="0"/>
            <wp:positionH relativeFrom="column">
              <wp:posOffset>2769870</wp:posOffset>
            </wp:positionH>
            <wp:positionV relativeFrom="paragraph">
              <wp:posOffset>1557020</wp:posOffset>
            </wp:positionV>
            <wp:extent cx="2914650" cy="2387600"/>
            <wp:effectExtent l="57150" t="57150" r="57150" b="50800"/>
            <wp:wrapSquare wrapText="bothSides"/>
            <wp:docPr id="22" name="Picture 22" descr="http://1.bp.blogspot.com/-A9Lw9M0LsBU/TXkftfpc5kI/AAAAAAAAAVQ/ecl1Q_TPrkk/s1600/000%2B07Washington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1.bp.blogspot.com/-A9Lw9M0LsBU/TXkftfpc5kI/AAAAAAAAAVQ/ecl1Q_TPrkk/s1600/000%2B07WashingtonDC.jpg"/>
                    <pic:cNvPicPr>
                      <a:picLocks noChangeAspect="1" noChangeArrowheads="1"/>
                    </pic:cNvPicPr>
                  </pic:nvPicPr>
                  <pic:blipFill>
                    <a:blip r:embed="rId8" cstate="print"/>
                    <a:srcRect/>
                    <a:stretch>
                      <a:fillRect/>
                    </a:stretch>
                  </pic:blipFill>
                  <pic:spPr bwMode="auto">
                    <a:xfrm>
                      <a:off x="0" y="0"/>
                      <a:ext cx="2914650" cy="2387600"/>
                    </a:xfrm>
                    <a:prstGeom prst="rect">
                      <a:avLst/>
                    </a:prstGeom>
                    <a:noFill/>
                    <a:ln w="47625">
                      <a:solidFill>
                        <a:schemeClr val="tx2">
                          <a:lumMod val="40000"/>
                          <a:lumOff val="60000"/>
                        </a:schemeClr>
                      </a:solidFill>
                      <a:miter lim="800000"/>
                      <a:headEnd/>
                      <a:tailEnd/>
                    </a:ln>
                  </pic:spPr>
                </pic:pic>
              </a:graphicData>
            </a:graphic>
          </wp:anchor>
        </w:drawing>
      </w:r>
      <w:r w:rsidR="00FF2077">
        <w:rPr>
          <w:noProof/>
        </w:rPr>
        <w:drawing>
          <wp:anchor distT="0" distB="0" distL="114300" distR="114300" simplePos="0" relativeHeight="251671040" behindDoc="0" locked="0" layoutInCell="1" allowOverlap="1">
            <wp:simplePos x="0" y="0"/>
            <wp:positionH relativeFrom="column">
              <wp:posOffset>-303530</wp:posOffset>
            </wp:positionH>
            <wp:positionV relativeFrom="paragraph">
              <wp:posOffset>1645920</wp:posOffset>
            </wp:positionV>
            <wp:extent cx="2444750" cy="2222500"/>
            <wp:effectExtent l="266700" t="190500" r="203200" b="234950"/>
            <wp:wrapSquare wrapText="bothSides"/>
            <wp:docPr id="25" name="Picture 10" descr="http://salsadanza.tripod.com/sitebuildercontent/sitebuilderpictures/lincoln-memorial-tours-washington-dc-nightlife-image-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lsadanza.tripod.com/sitebuildercontent/sitebuilderpictures/lincoln-memorial-tours-washington-dc-nightlife-image-1001.jpg"/>
                    <pic:cNvPicPr>
                      <a:picLocks noChangeAspect="1" noChangeArrowheads="1"/>
                    </pic:cNvPicPr>
                  </pic:nvPicPr>
                  <pic:blipFill>
                    <a:blip r:embed="rId9" cstate="print"/>
                    <a:srcRect/>
                    <a:stretch>
                      <a:fillRect/>
                    </a:stretch>
                  </pic:blipFill>
                  <pic:spPr bwMode="auto">
                    <a:xfrm>
                      <a:off x="0" y="0"/>
                      <a:ext cx="2444750" cy="2222500"/>
                    </a:xfrm>
                    <a:prstGeom prst="rect">
                      <a:avLst/>
                    </a:prstGeom>
                    <a:noFill/>
                    <a:ln w="31750">
                      <a:solidFill>
                        <a:schemeClr val="tx1"/>
                      </a:solidFill>
                      <a:miter lim="800000"/>
                      <a:headEnd/>
                      <a:tailEnd/>
                    </a:ln>
                    <a:effectLst>
                      <a:outerShdw blurRad="50800" dist="50800" dir="8520000" sx="112000" sy="112000" algn="ctr" rotWithShape="0">
                        <a:srgbClr val="000000">
                          <a:alpha val="43137"/>
                        </a:srgbClr>
                      </a:outerShdw>
                    </a:effectLst>
                  </pic:spPr>
                </pic:pic>
              </a:graphicData>
            </a:graphic>
          </wp:anchor>
        </w:drawing>
      </w:r>
      <w:r w:rsidR="009C0E4C">
        <w:rPr>
          <w:noProof/>
        </w:rPr>
        <w:drawing>
          <wp:anchor distT="0" distB="0" distL="114300" distR="114300" simplePos="0" relativeHeight="251670016" behindDoc="0" locked="0" layoutInCell="1" allowOverlap="1">
            <wp:simplePos x="0" y="0"/>
            <wp:positionH relativeFrom="column">
              <wp:posOffset>6097270</wp:posOffset>
            </wp:positionH>
            <wp:positionV relativeFrom="paragraph">
              <wp:posOffset>3741420</wp:posOffset>
            </wp:positionV>
            <wp:extent cx="2432050" cy="1930400"/>
            <wp:effectExtent l="57150" t="38100" r="44450" b="12700"/>
            <wp:wrapSquare wrapText="bothSides"/>
            <wp:docPr id="15" name="Picture 4" descr="http://farm2.static.flickr.com/1433/1356543040_07554afec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rm2.static.flickr.com/1433/1356543040_07554afec5.jpg"/>
                    <pic:cNvPicPr>
                      <a:picLocks noChangeAspect="1" noChangeArrowheads="1"/>
                    </pic:cNvPicPr>
                  </pic:nvPicPr>
                  <pic:blipFill>
                    <a:blip r:embed="rId10" cstate="print"/>
                    <a:srcRect/>
                    <a:stretch>
                      <a:fillRect/>
                    </a:stretch>
                  </pic:blipFill>
                  <pic:spPr bwMode="auto">
                    <a:xfrm>
                      <a:off x="0" y="0"/>
                      <a:ext cx="2432050" cy="1930400"/>
                    </a:xfrm>
                    <a:prstGeom prst="rect">
                      <a:avLst/>
                    </a:prstGeom>
                    <a:noFill/>
                    <a:ln w="44450">
                      <a:solidFill>
                        <a:schemeClr val="tx2">
                          <a:lumMod val="40000"/>
                          <a:lumOff val="60000"/>
                        </a:schemeClr>
                      </a:solidFill>
                      <a:miter lim="800000"/>
                      <a:headEnd/>
                      <a:tailEnd/>
                    </a:ln>
                  </pic:spPr>
                </pic:pic>
              </a:graphicData>
            </a:graphic>
          </wp:anchor>
        </w:drawing>
      </w:r>
      <w:r w:rsidR="00CF1F63">
        <w:rPr>
          <w:noProof/>
        </w:rPr>
        <w:pict>
          <v:shapetype id="_x0000_t202" coordsize="21600,21600" o:spt="202" path="m,l,21600r21600,l21600,xe">
            <v:stroke joinstyle="miter"/>
            <v:path gradientshapeok="t" o:connecttype="rect"/>
          </v:shapetype>
          <v:shape id="_x0000_s1092" type="#_x0000_t202" style="position:absolute;margin-left:289.5pt;margin-top:441.8pt;width:205.2pt;height:59.95pt;z-index:251649536;mso-position-horizontal-relative:page;mso-position-vertical-relative:page" filled="f" stroked="f">
            <v:textbox style="mso-next-textbox:#_x0000_s1092;mso-fit-shape-to-text:t">
              <w:txbxContent>
                <w:p w:rsidR="00C947BA" w:rsidRPr="00872497" w:rsidRDefault="00C947BA" w:rsidP="00C947BA">
                  <w:pPr>
                    <w:jc w:val="center"/>
                    <w:rPr>
                      <w:rFonts w:ascii="Papyrus" w:hAnsi="Papyrus"/>
                      <w:b/>
                      <w:color w:val="993300"/>
                      <w:spacing w:val="20"/>
                      <w:sz w:val="50"/>
                      <w:szCs w:val="50"/>
                    </w:rPr>
                  </w:pPr>
                  <w:r w:rsidRPr="00872497">
                    <w:rPr>
                      <w:rFonts w:ascii="Papyrus" w:hAnsi="Papyrus"/>
                      <w:b/>
                      <w:color w:val="993300"/>
                      <w:spacing w:val="20"/>
                      <w:sz w:val="50"/>
                      <w:szCs w:val="50"/>
                    </w:rPr>
                    <w:t>Our nation’s capital</w:t>
                  </w:r>
                </w:p>
                <w:p w:rsidR="000C22BE" w:rsidRPr="000E5967" w:rsidRDefault="000C22BE" w:rsidP="000E5967"/>
              </w:txbxContent>
            </v:textbox>
            <w10:wrap anchorx="page" anchory="page"/>
          </v:shape>
        </w:pict>
      </w:r>
      <w:r w:rsidR="00CF1F63">
        <w:rPr>
          <w:noProof/>
        </w:rPr>
        <w:pict>
          <v:line id="_x0000_s1097" style="position:absolute;z-index:251654656;mso-position-horizontal-relative:page;mso-position-vertical-relative:page" from="289.5pt,409.9pt" to="484.5pt,409.9pt" strokecolor="#930" strokeweight="2pt">
            <w10:wrap anchorx="page" anchory="page"/>
          </v:line>
        </w:pict>
      </w:r>
      <w:r w:rsidR="00CF1F63">
        <w:rPr>
          <w:noProof/>
        </w:rPr>
        <w:pict>
          <v:shape id="_x0000_s1107" type="#_x0000_t202" style="position:absolute;margin-left:301.2pt;margin-top:350.05pt;width:183.3pt;height:46.45pt;z-index:251664896;mso-position-horizontal-relative:page;mso-position-vertical-relative:page" stroked="f" strokecolor="maroon" strokeweight="1.5pt">
            <v:textbox style="mso-next-textbox:#_x0000_s1107;mso-fit-shape-to-text:t">
              <w:txbxContent>
                <w:p w:rsidR="001F56E8" w:rsidRPr="001F56E8" w:rsidRDefault="001F56E8" w:rsidP="001F56E8">
                  <w:pPr>
                    <w:jc w:val="center"/>
                    <w:rPr>
                      <w:rFonts w:ascii="Century Gothic" w:hAnsi="Century Gothic"/>
                      <w:color w:val="993300"/>
                      <w:spacing w:val="20"/>
                      <w:sz w:val="32"/>
                      <w:szCs w:val="32"/>
                    </w:rPr>
                  </w:pPr>
                </w:p>
              </w:txbxContent>
            </v:textbox>
            <w10:wrap anchorx="page" anchory="page"/>
          </v:shape>
        </w:pict>
      </w:r>
      <w:r w:rsidR="00CF1F63">
        <w:rPr>
          <w:noProof/>
        </w:rPr>
        <w:pict>
          <v:shape id="_x0000_s1109" type="#_x0000_t202" alt="" style="position:absolute;margin-left:842.4pt;margin-top:407.8pt;width:67.75pt;height:33.9pt;z-index:251666944;mso-wrap-style:none;mso-position-horizontal-relative:page;mso-position-vertical-relative:page" filled="f" stroked="f" strokecolor="#c9f" strokeweight="1.5pt">
            <v:textbox style="mso-next-textbox:#_x0000_s1109;mso-fit-shape-to-text:t" inset="0,0,0,0">
              <w:txbxContent>
                <w:p w:rsidR="00BC26BE" w:rsidRDefault="00BC26BE" w:rsidP="00BC26BE"/>
              </w:txbxContent>
            </v:textbox>
            <w10:wrap anchorx="page" anchory="page"/>
          </v:shape>
        </w:pict>
      </w:r>
      <w:r w:rsidR="00CF1F63">
        <w:rPr>
          <w:noProof/>
        </w:rPr>
        <w:pict>
          <v:shape id="_x0000_s1091" type="#_x0000_t202" style="position:absolute;margin-left:773.3pt;margin-top:68.4pt;width:208.8pt;height:257.6pt;z-index:251648512;mso-position-horizontal-relative:page;mso-position-vertical-relative:page" filled="f" stroked="f">
            <v:textbox style="mso-next-textbox:#_x0000_s1091;mso-fit-shape-to-text:t">
              <w:txbxContent>
                <w:p w:rsidR="00A00E6B" w:rsidRDefault="00F323A0" w:rsidP="00A00E6B">
                  <w:pPr>
                    <w:pStyle w:val="Heading3"/>
                  </w:pPr>
                  <w:r>
                    <w:t>historic washington d.c.</w:t>
                  </w:r>
                </w:p>
                <w:p w:rsidR="00A00E6B" w:rsidRPr="008C4802" w:rsidRDefault="00521C5E" w:rsidP="00A00E6B">
                  <w:pPr>
                    <w:spacing w:before="100" w:beforeAutospacing="1"/>
                    <w:rPr>
                      <w:rFonts w:ascii="Arial" w:hAnsi="Arial" w:cs="Arial"/>
                      <w:sz w:val="22"/>
                      <w:szCs w:val="22"/>
                    </w:rPr>
                  </w:pPr>
                  <w:r>
                    <w:rPr>
                      <w:rFonts w:ascii="Arial" w:hAnsi="Arial" w:cs="Arial"/>
                      <w:noProof/>
                      <w:sz w:val="22"/>
                      <w:szCs w:val="22"/>
                    </w:rPr>
                    <w:drawing>
                      <wp:inline distT="0" distB="0" distL="0" distR="0">
                        <wp:extent cx="2501900" cy="25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2501900" cy="25400"/>
                                </a:xfrm>
                                <a:prstGeom prst="rect">
                                  <a:avLst/>
                                </a:prstGeom>
                                <a:noFill/>
                                <a:ln w="9525">
                                  <a:noFill/>
                                  <a:miter lim="800000"/>
                                  <a:headEnd/>
                                  <a:tailEnd/>
                                </a:ln>
                              </pic:spPr>
                            </pic:pic>
                          </a:graphicData>
                        </a:graphic>
                      </wp:inline>
                    </w:drawing>
                  </w:r>
                </w:p>
                <w:p w:rsidR="001D73AD" w:rsidRDefault="002D6E64" w:rsidP="00A00E6B">
                  <w:pPr>
                    <w:pStyle w:val="BodyText"/>
                  </w:pPr>
                  <w:r>
                    <w:t>Located in between Maryland and Virginia, Washington D.C.</w:t>
                  </w:r>
                  <w:r w:rsidR="00493447">
                    <w:t xml:space="preserve"> </w:t>
                  </w:r>
                  <w:r w:rsidR="00FF38EF">
                    <w:t xml:space="preserve">is one of the most historic places in </w:t>
                  </w:r>
                  <w:r w:rsidR="00493447">
                    <w:t xml:space="preserve">the </w:t>
                  </w:r>
                  <w:r>
                    <w:t>United States.</w:t>
                  </w:r>
                  <w:r w:rsidR="00E16ED5">
                    <w:t xml:space="preserve">  According to the U.S. Census, the population </w:t>
                  </w:r>
                  <w:r w:rsidR="000418EF">
                    <w:t xml:space="preserve">of the city </w:t>
                  </w:r>
                  <w:r w:rsidR="00E16ED5">
                    <w:t>is</w:t>
                  </w:r>
                  <w:r w:rsidR="000418EF">
                    <w:t xml:space="preserve"> </w:t>
                  </w:r>
                  <w:r w:rsidR="00E16ED5">
                    <w:t xml:space="preserve">601,723.  </w:t>
                  </w:r>
                </w:p>
                <w:p w:rsidR="00A00E6B" w:rsidRPr="008C4802" w:rsidRDefault="00E16ED5" w:rsidP="00A00E6B">
                  <w:pPr>
                    <w:pStyle w:val="BodyText"/>
                  </w:pPr>
                  <w:r>
                    <w:t>When</w:t>
                  </w:r>
                  <w:r w:rsidR="005F1753">
                    <w:t xml:space="preserve"> you come to Washington D.C., you will never run out of things to explore!  </w:t>
                  </w:r>
                  <w:r w:rsidR="00C30990">
                    <w:t xml:space="preserve">From the historical monuments to the museums and art galleries, you have a variety of choices at hand.  </w:t>
                  </w:r>
                  <w:r>
                    <w:t xml:space="preserve">Since Washington D.C. has 4 seasons, you need to dress accordingly depending on when you visit.  Winters </w:t>
                  </w:r>
                  <w:r w:rsidR="00D83E26">
                    <w:t>are</w:t>
                  </w:r>
                  <w:r>
                    <w:t xml:space="preserve"> cold</w:t>
                  </w:r>
                  <w:r w:rsidR="00D83E26">
                    <w:t>, and summers are</w:t>
                  </w:r>
                  <w:r>
                    <w:t xml:space="preserve"> hot and humid.  Spring and </w:t>
                  </w:r>
                  <w:r w:rsidR="00424ABA">
                    <w:t>fall</w:t>
                  </w:r>
                  <w:r>
                    <w:t xml:space="preserve"> are beautiful times to visit, with temperatures averaging in the high 60s.   </w:t>
                  </w:r>
                  <w:r w:rsidR="00521C5E">
                    <w:rPr>
                      <w:noProof/>
                    </w:rPr>
                    <w:drawing>
                      <wp:inline distT="0" distB="0" distL="0" distR="0">
                        <wp:extent cx="2501900" cy="25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srcRect/>
                                <a:stretch>
                                  <a:fillRect/>
                                </a:stretch>
                              </pic:blipFill>
                              <pic:spPr bwMode="auto">
                                <a:xfrm>
                                  <a:off x="0" y="0"/>
                                  <a:ext cx="2501900" cy="25400"/>
                                </a:xfrm>
                                <a:prstGeom prst="rect">
                                  <a:avLst/>
                                </a:prstGeom>
                                <a:noFill/>
                                <a:ln w="9525">
                                  <a:noFill/>
                                  <a:miter lim="800000"/>
                                  <a:headEnd/>
                                  <a:tailEnd/>
                                </a:ln>
                              </pic:spPr>
                            </pic:pic>
                          </a:graphicData>
                        </a:graphic>
                      </wp:inline>
                    </w:drawing>
                  </w:r>
                </w:p>
                <w:p w:rsidR="00A00E6B" w:rsidRDefault="00A00E6B" w:rsidP="00393504">
                  <w:pPr>
                    <w:pStyle w:val="BodyText"/>
                    <w:jc w:val="center"/>
                  </w:pPr>
                </w:p>
              </w:txbxContent>
            </v:textbox>
            <w10:wrap anchorx="page" anchory="page"/>
          </v:shape>
        </w:pict>
      </w:r>
      <w:r w:rsidR="00CF1F63">
        <w:rPr>
          <w:noProof/>
        </w:rPr>
        <w:pict>
          <v:shape id="_x0000_s1106" type="#_x0000_t202" alt="" style="position:absolute;margin-left:93.6pt;margin-top:409.9pt;width:67.75pt;height:33.9pt;z-index:251663872;mso-wrap-style:none;mso-position-horizontal-relative:page;mso-position-vertical-relative:page" filled="f" stroked="f" strokecolor="#c9f" strokeweight="1.5pt">
            <v:textbox style="mso-next-textbox:#_x0000_s1106;mso-fit-shape-to-text:t" inset="0,0,0,0">
              <w:txbxContent>
                <w:p w:rsidR="00AD3B75" w:rsidRDefault="00AD3B75"/>
              </w:txbxContent>
            </v:textbox>
            <w10:wrap anchorx="page" anchory="page"/>
          </v:shape>
        </w:pict>
      </w:r>
      <w:r w:rsidR="00CF1F63">
        <w:rPr>
          <w:noProof/>
        </w:rPr>
        <w:pict>
          <v:shape id="_x0000_s1095" type="#_x0000_t202" style="position:absolute;margin-left:43.8pt;margin-top:450.95pt;width:174pt;height:128.55pt;z-index:251652608;mso-position-horizontal-relative:page;mso-position-vertical-relative:page" filled="f" stroked="f">
            <v:textbox style="mso-next-textbox:#_x0000_s1095;mso-fit-shape-to-text:t">
              <w:txbxContent>
                <w:p w:rsidR="00FF2077" w:rsidRPr="000C22BE" w:rsidRDefault="00FF2077" w:rsidP="00FF2077">
                  <w:pPr>
                    <w:rPr>
                      <w:rStyle w:val="txt"/>
                      <w:rFonts w:ascii="Lucida Handwriting" w:hAnsi="Lucida Handwriting"/>
                    </w:rPr>
                  </w:pPr>
                  <w:r w:rsidRPr="000C22BE">
                    <w:rPr>
                      <w:rStyle w:val="txt"/>
                      <w:rFonts w:ascii="Lucida Handwriting" w:hAnsi="Lucida Handwriting"/>
                    </w:rPr>
                    <w:t>“Washington is a city of Southern efficiency and Northern charm”</w:t>
                  </w:r>
                </w:p>
                <w:p w:rsidR="00FF2077" w:rsidRPr="000E5967" w:rsidRDefault="00FF2077" w:rsidP="00FF2077">
                  <w:r>
                    <w:rPr>
                      <w:rStyle w:val="txt"/>
                    </w:rPr>
                    <w:tab/>
                    <w:t>-</w:t>
                  </w:r>
                  <w:r w:rsidRPr="000C22BE">
                    <w:rPr>
                      <w:rStyle w:val="txt"/>
                      <w:b/>
                    </w:rPr>
                    <w:t>John F. Kennedy</w:t>
                  </w:r>
                </w:p>
                <w:p w:rsidR="00216759" w:rsidRPr="00FF2077" w:rsidRDefault="00216759" w:rsidP="00FF2077"/>
              </w:txbxContent>
            </v:textbox>
            <w10:wrap anchorx="page" anchory="page"/>
          </v:shape>
        </w:pict>
      </w:r>
      <w:r w:rsidR="00CF1F63">
        <w:rPr>
          <w:noProof/>
        </w:rPr>
        <w:pict>
          <v:shape id="_x0000_s1094" type="#_x0000_t202" style="position:absolute;margin-left:268.5pt;margin-top:49.5pt;width:3in;height:106pt;z-index:251651584;mso-position-horizontal-relative:page;mso-position-vertical-relative:page" filled="f" stroked="f" strokecolor="#c9f" strokeweight="1.5pt">
            <v:textbox style="mso-next-textbox:#_x0000_s1094;mso-fit-shape-to-text:t">
              <w:txbxContent>
                <w:p w:rsidR="00A00E6B" w:rsidRPr="00521C5E" w:rsidRDefault="00521C5E" w:rsidP="00A00E6B">
                  <w:pPr>
                    <w:pStyle w:val="Heading1"/>
                    <w:rPr>
                      <w:sz w:val="52"/>
                    </w:rPr>
                  </w:pPr>
                  <w:r w:rsidRPr="00521C5E">
                    <w:rPr>
                      <w:sz w:val="52"/>
                    </w:rPr>
                    <w:t>Welcome to</w:t>
                  </w:r>
                  <w:r w:rsidR="0038398C">
                    <w:rPr>
                      <w:sz w:val="52"/>
                    </w:rPr>
                    <w:t xml:space="preserve"> Washington D.C!</w:t>
                  </w:r>
                </w:p>
              </w:txbxContent>
            </v:textbox>
            <w10:wrap anchorx="page" anchory="page"/>
          </v:shape>
        </w:pict>
      </w:r>
      <w:r w:rsidR="00CF1F63">
        <w:rPr>
          <w:noProof/>
        </w:rPr>
        <w:pict>
          <v:shape id="_x0000_s1093" type="#_x0000_t202" alt="Text Box: Memories to last a life time&#10;How often have you said out loud, “I would love to see the Eiffel Tower someday…” or “My dream in life is to see the pyramids!”&#10;Now you can stop talking about it and do it! You can see the places in the world where legends were born. See the places you’ve only dreamed about or have seen in pictures. We make it easy to make your travel dreams come true, with expert planning and the best resources in the world, so that you can travel worry-free and have the adventure of a life time!&#10;We have several packages to accommodate almost any need, or you can let us create a custom travel package for you.&#10;" style="position:absolute;margin-left:531.3pt;margin-top:48.95pt;width:208.8pt;height:314.15pt;z-index:251650560;mso-position-horizontal-relative:page;mso-position-vertical-relative:page" filled="f" stroked="f" strokecolor="#c9f" strokeweight="1.5pt">
            <v:textbox style="mso-next-textbox:#_x0000_s1093">
              <w:txbxContent>
                <w:p w:rsidR="00EF33EE" w:rsidRDefault="00EC3D10" w:rsidP="006C387F">
                  <w:pPr>
                    <w:pStyle w:val="Heading2"/>
                  </w:pPr>
                  <w:r>
                    <w:t>D.C. at a glance</w:t>
                  </w:r>
                </w:p>
                <w:p w:rsidR="006C387F" w:rsidRDefault="006C387F" w:rsidP="00877D18">
                  <w:pPr>
                    <w:pStyle w:val="BodyText"/>
                    <w:spacing w:after="0"/>
                  </w:pPr>
                  <w:r>
                    <w:t xml:space="preserve">There are so many </w:t>
                  </w:r>
                  <w:r w:rsidR="00CF723F">
                    <w:t>things to</w:t>
                  </w:r>
                  <w:r>
                    <w:t xml:space="preserve"> do in Washington D.C.  Take your pick!</w:t>
                  </w:r>
                </w:p>
                <w:p w:rsidR="006C387F" w:rsidRDefault="006C387F" w:rsidP="00877D18">
                  <w:pPr>
                    <w:pStyle w:val="BodyText"/>
                    <w:spacing w:after="0"/>
                  </w:pPr>
                </w:p>
                <w:p w:rsidR="00EF33EE" w:rsidRPr="009C0E4C" w:rsidRDefault="00356811" w:rsidP="009C0E4C">
                  <w:pPr>
                    <w:pStyle w:val="BodyText"/>
                    <w:numPr>
                      <w:ilvl w:val="0"/>
                      <w:numId w:val="1"/>
                    </w:numPr>
                    <w:spacing w:after="0"/>
                  </w:pPr>
                  <w:r w:rsidRPr="009C0E4C">
                    <w:t>-</w:t>
                  </w:r>
                  <w:r w:rsidR="006C387F" w:rsidRPr="009C0E4C">
                    <w:t>White House</w:t>
                  </w:r>
                </w:p>
                <w:p w:rsidR="00356811" w:rsidRPr="009C0E4C" w:rsidRDefault="00356811" w:rsidP="009C0E4C">
                  <w:pPr>
                    <w:pStyle w:val="BodyText"/>
                    <w:numPr>
                      <w:ilvl w:val="0"/>
                      <w:numId w:val="1"/>
                    </w:numPr>
                    <w:spacing w:after="0"/>
                  </w:pPr>
                  <w:r w:rsidRPr="009C0E4C">
                    <w:t>-</w:t>
                  </w:r>
                  <w:r w:rsidR="006C387F" w:rsidRPr="009C0E4C">
                    <w:t>Lincoln Memorial</w:t>
                  </w:r>
                </w:p>
                <w:p w:rsidR="006C387F" w:rsidRPr="009C0E4C" w:rsidRDefault="006C387F" w:rsidP="009C0E4C">
                  <w:pPr>
                    <w:pStyle w:val="BodyText"/>
                    <w:numPr>
                      <w:ilvl w:val="0"/>
                      <w:numId w:val="1"/>
                    </w:numPr>
                    <w:spacing w:after="0"/>
                  </w:pPr>
                  <w:r w:rsidRPr="009C0E4C">
                    <w:t>-Washington Monument</w:t>
                  </w:r>
                </w:p>
                <w:p w:rsidR="0054537B" w:rsidRPr="009C0E4C" w:rsidRDefault="006C387F" w:rsidP="009C0E4C">
                  <w:pPr>
                    <w:pStyle w:val="BodyText"/>
                    <w:numPr>
                      <w:ilvl w:val="0"/>
                      <w:numId w:val="1"/>
                    </w:numPr>
                    <w:spacing w:after="0"/>
                  </w:pPr>
                  <w:r w:rsidRPr="009C0E4C">
                    <w:t>-Capitol Building</w:t>
                  </w:r>
                </w:p>
                <w:p w:rsidR="006C387F" w:rsidRPr="009C0E4C" w:rsidRDefault="006C387F" w:rsidP="009C0E4C">
                  <w:pPr>
                    <w:pStyle w:val="BodyText"/>
                    <w:numPr>
                      <w:ilvl w:val="0"/>
                      <w:numId w:val="1"/>
                    </w:numPr>
                    <w:spacing w:after="0"/>
                  </w:pPr>
                  <w:r w:rsidRPr="009C0E4C">
                    <w:t>-Jefferson Memorial</w:t>
                  </w:r>
                </w:p>
                <w:p w:rsidR="006C387F" w:rsidRPr="009C0E4C" w:rsidRDefault="006C387F" w:rsidP="009C0E4C">
                  <w:pPr>
                    <w:pStyle w:val="BodyText"/>
                    <w:numPr>
                      <w:ilvl w:val="0"/>
                      <w:numId w:val="1"/>
                    </w:numPr>
                    <w:spacing w:after="0"/>
                  </w:pPr>
                  <w:r w:rsidRPr="009C0E4C">
                    <w:t>-World War II Memorial</w:t>
                  </w:r>
                </w:p>
                <w:p w:rsidR="00877D18" w:rsidRPr="009C0E4C" w:rsidRDefault="00356811" w:rsidP="009C0E4C">
                  <w:pPr>
                    <w:pStyle w:val="BodyText"/>
                    <w:numPr>
                      <w:ilvl w:val="0"/>
                      <w:numId w:val="1"/>
                    </w:numPr>
                    <w:spacing w:after="0"/>
                  </w:pPr>
                  <w:r w:rsidRPr="009C0E4C">
                    <w:t>-Vietnam Veteran’s Memorial</w:t>
                  </w:r>
                </w:p>
                <w:p w:rsidR="0054537B" w:rsidRPr="009C0E4C" w:rsidRDefault="0054537B" w:rsidP="009C0E4C">
                  <w:pPr>
                    <w:pStyle w:val="BodyText"/>
                    <w:numPr>
                      <w:ilvl w:val="0"/>
                      <w:numId w:val="1"/>
                    </w:numPr>
                    <w:spacing w:after="0"/>
                  </w:pPr>
                  <w:r w:rsidRPr="009C0E4C">
                    <w:t>-Korean War Memorial</w:t>
                  </w:r>
                </w:p>
                <w:p w:rsidR="00877D18" w:rsidRPr="009C0E4C" w:rsidRDefault="00877D18" w:rsidP="009C0E4C">
                  <w:pPr>
                    <w:pStyle w:val="BodyText"/>
                    <w:numPr>
                      <w:ilvl w:val="0"/>
                      <w:numId w:val="1"/>
                    </w:numPr>
                    <w:spacing w:after="0"/>
                  </w:pPr>
                  <w:r w:rsidRPr="009C0E4C">
                    <w:t>-Smithsonian Institute</w:t>
                  </w:r>
                </w:p>
                <w:p w:rsidR="006C387F" w:rsidRPr="009C0E4C" w:rsidRDefault="006C387F" w:rsidP="009C0E4C">
                  <w:pPr>
                    <w:pStyle w:val="BodyText"/>
                    <w:numPr>
                      <w:ilvl w:val="0"/>
                      <w:numId w:val="1"/>
                    </w:numPr>
                    <w:spacing w:after="0"/>
                  </w:pPr>
                  <w:r w:rsidRPr="009C0E4C">
                    <w:t>-Holocaust M</w:t>
                  </w:r>
                  <w:r w:rsidR="00877D18" w:rsidRPr="009C0E4C">
                    <w:t>useum</w:t>
                  </w:r>
                </w:p>
                <w:p w:rsidR="006C387F" w:rsidRPr="009C0E4C" w:rsidRDefault="006C387F" w:rsidP="009C0E4C">
                  <w:pPr>
                    <w:pStyle w:val="BodyText"/>
                    <w:numPr>
                      <w:ilvl w:val="0"/>
                      <w:numId w:val="1"/>
                    </w:numPr>
                    <w:spacing w:after="0"/>
                  </w:pPr>
                  <w:r w:rsidRPr="009C0E4C">
                    <w:t>-National Zoo</w:t>
                  </w:r>
                </w:p>
                <w:p w:rsidR="006C387F" w:rsidRDefault="00280099" w:rsidP="00A00E6B">
                  <w:pPr>
                    <w:pStyle w:val="BodyText"/>
                    <w:numPr>
                      <w:ilvl w:val="0"/>
                      <w:numId w:val="1"/>
                    </w:numPr>
                    <w:spacing w:after="0"/>
                  </w:pPr>
                  <w:r w:rsidRPr="009C0E4C">
                    <w:t>-Air and Space Museum</w:t>
                  </w:r>
                </w:p>
                <w:p w:rsidR="000E5967" w:rsidRDefault="005C0BB6" w:rsidP="00A00E6B">
                  <w:pPr>
                    <w:pStyle w:val="BodyText"/>
                    <w:numPr>
                      <w:ilvl w:val="0"/>
                      <w:numId w:val="1"/>
                    </w:numPr>
                    <w:spacing w:after="0"/>
                  </w:pPr>
                  <w:r>
                    <w:t>-</w:t>
                  </w:r>
                  <w:r w:rsidR="000E5967">
                    <w:t xml:space="preserve">Arlington National </w:t>
                  </w:r>
                  <w:r w:rsidR="00AE3B9D">
                    <w:t>Cemetery</w:t>
                  </w:r>
                </w:p>
                <w:p w:rsidR="00877D18" w:rsidRDefault="00877D18" w:rsidP="00A00E6B">
                  <w:pPr>
                    <w:pStyle w:val="BodyText"/>
                  </w:pPr>
                </w:p>
                <w:p w:rsidR="00877D18" w:rsidRDefault="00877D18" w:rsidP="00A00E6B">
                  <w:pPr>
                    <w:pStyle w:val="BodyText"/>
                  </w:pPr>
                </w:p>
              </w:txbxContent>
            </v:textbox>
            <w10:wrap anchorx="page" anchory="page"/>
          </v:shape>
        </w:pict>
      </w:r>
      <w:r w:rsidR="00A00E6B">
        <w:br w:type="page"/>
      </w:r>
      <w:r w:rsidR="00CF1F63">
        <w:rPr>
          <w:noProof/>
          <w:lang w:eastAsia="zh-TW"/>
        </w:rPr>
        <w:lastRenderedPageBreak/>
        <w:pict>
          <v:shape id="_x0000_s1112" type="#_x0000_t202" style="position:absolute;margin-left:777.25pt;margin-top:516.25pt;width:148.35pt;height:24.4pt;z-index:251674112;mso-width-relative:margin;mso-height-relative:margin">
            <v:textbox>
              <w:txbxContent>
                <w:p w:rsidR="00F8505E" w:rsidRDefault="00F8505E">
                  <w:r>
                    <w:t>Created by: Lauren Thiel</w:t>
                  </w:r>
                </w:p>
              </w:txbxContent>
            </v:textbox>
          </v:shape>
        </w:pict>
      </w:r>
      <w:r w:rsidR="003E56ED">
        <w:rPr>
          <w:noProof/>
        </w:rPr>
        <w:drawing>
          <wp:anchor distT="0" distB="0" distL="114300" distR="114300" simplePos="0" relativeHeight="251672064" behindDoc="0" locked="0" layoutInCell="1" allowOverlap="1">
            <wp:simplePos x="0" y="0"/>
            <wp:positionH relativeFrom="column">
              <wp:posOffset>6186170</wp:posOffset>
            </wp:positionH>
            <wp:positionV relativeFrom="paragraph">
              <wp:posOffset>4122420</wp:posOffset>
            </wp:positionV>
            <wp:extent cx="2444750" cy="1917700"/>
            <wp:effectExtent l="57150" t="38100" r="31750" b="25400"/>
            <wp:wrapSquare wrapText="bothSides"/>
            <wp:docPr id="26" name="Picture 13" descr="http://www.goldentriangledc.com/_files/images/header_nightli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oldentriangledc.com/_files/images/header_nightlife.jpg"/>
                    <pic:cNvPicPr>
                      <a:picLocks noChangeAspect="1" noChangeArrowheads="1"/>
                    </pic:cNvPicPr>
                  </pic:nvPicPr>
                  <pic:blipFill>
                    <a:blip r:embed="rId12" cstate="print"/>
                    <a:srcRect/>
                    <a:stretch>
                      <a:fillRect/>
                    </a:stretch>
                  </pic:blipFill>
                  <pic:spPr bwMode="auto">
                    <a:xfrm>
                      <a:off x="0" y="0"/>
                      <a:ext cx="2444750" cy="1917700"/>
                    </a:xfrm>
                    <a:prstGeom prst="rect">
                      <a:avLst/>
                    </a:prstGeom>
                    <a:noFill/>
                    <a:ln w="44450">
                      <a:solidFill>
                        <a:schemeClr val="tx2">
                          <a:lumMod val="40000"/>
                          <a:lumOff val="60000"/>
                        </a:schemeClr>
                      </a:solidFill>
                      <a:miter lim="800000"/>
                      <a:headEnd/>
                      <a:tailEnd/>
                    </a:ln>
                  </pic:spPr>
                </pic:pic>
              </a:graphicData>
            </a:graphic>
          </wp:anchor>
        </w:drawing>
      </w:r>
      <w:r w:rsidR="00CF1F63">
        <w:rPr>
          <w:noProof/>
        </w:rPr>
        <w:pict>
          <v:shape id="_x0000_s1100" type="#_x0000_t202" style="position:absolute;margin-left:281.1pt;margin-top:181pt;width:208.8pt;height:366.6pt;z-index:251657728;mso-position-horizontal-relative:page;mso-position-vertical-relative:page" filled="f" stroked="f" strokecolor="#c9f" strokeweight="1.5pt">
            <v:textbox style="mso-next-textbox:#_x0000_s1101">
              <w:txbxContent/>
            </v:textbox>
            <w10:wrap anchorx="page" anchory="page"/>
          </v:shape>
        </w:pict>
      </w:r>
      <w:r w:rsidR="00CF1F63">
        <w:rPr>
          <w:noProof/>
        </w:rPr>
        <w:pict>
          <v:shape id="_x0000_s1103" type="#_x0000_t202" style="position:absolute;margin-left:66.9pt;margin-top:469pt;width:167.1pt;height:112.6pt;z-index:251660800;mso-position-horizontal-relative:page;mso-position-vertical-relative:page" filled="f" stroked="f" strokecolor="#c9f" strokeweight="1.5pt">
            <v:textbox style="mso-next-textbox:#_x0000_s1103">
              <w:txbxContent>
                <w:p w:rsidR="00D54725" w:rsidRDefault="00F766FE" w:rsidP="00D54725">
                  <w:r>
                    <w:rPr>
                      <w:noProof/>
                    </w:rPr>
                    <w:drawing>
                      <wp:inline distT="0" distB="0" distL="0" distR="0">
                        <wp:extent cx="1949450" cy="1458092"/>
                        <wp:effectExtent l="57150" t="38100" r="31750" b="27808"/>
                        <wp:docPr id="19" name="Picture 19" descr="http://0.tqn.com/d/architecture/1/0/a/r/whitehouse_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0.tqn.com/d/architecture/1/0/a/r/whitehouse_front.jpg"/>
                                <pic:cNvPicPr>
                                  <a:picLocks noChangeAspect="1" noChangeArrowheads="1"/>
                                </pic:cNvPicPr>
                              </pic:nvPicPr>
                              <pic:blipFill>
                                <a:blip r:embed="rId13"/>
                                <a:srcRect/>
                                <a:stretch>
                                  <a:fillRect/>
                                </a:stretch>
                              </pic:blipFill>
                              <pic:spPr bwMode="auto">
                                <a:xfrm>
                                  <a:off x="0" y="0"/>
                                  <a:ext cx="1949450" cy="1458092"/>
                                </a:xfrm>
                                <a:prstGeom prst="rect">
                                  <a:avLst/>
                                </a:prstGeom>
                                <a:noFill/>
                                <a:ln w="44450">
                                  <a:solidFill>
                                    <a:schemeClr val="tx2">
                                      <a:lumMod val="40000"/>
                                      <a:lumOff val="60000"/>
                                    </a:schemeClr>
                                  </a:solidFill>
                                  <a:miter lim="800000"/>
                                  <a:headEnd/>
                                  <a:tailEnd/>
                                </a:ln>
                              </pic:spPr>
                            </pic:pic>
                          </a:graphicData>
                        </a:graphic>
                      </wp:inline>
                    </w:drawing>
                  </w:r>
                </w:p>
              </w:txbxContent>
            </v:textbox>
            <w10:wrap anchorx="page" anchory="page"/>
          </v:shape>
        </w:pict>
      </w:r>
      <w:r w:rsidR="00CF1F63">
        <w:rPr>
          <w:noProof/>
        </w:rPr>
        <w:pict>
          <v:shape id="_x0000_s1099" type="#_x0000_t202" style="position:absolute;margin-left:28.2pt;margin-top:67.8pt;width:220.8pt;height:401.2pt;z-index:251656704;mso-position-horizontal-relative:page;mso-position-vertical-relative:page" filled="f" stroked="f" strokecolor="#c9f" strokeweight="1.5pt">
            <v:textbox style="mso-next-textbox:#_x0000_s1100">
              <w:txbxContent>
                <w:p w:rsidR="00D54725" w:rsidRPr="003012CE" w:rsidRDefault="007E234D" w:rsidP="003012CE">
                  <w:pPr>
                    <w:pStyle w:val="Heading2"/>
                  </w:pPr>
                  <w:r>
                    <w:t>Wha</w:t>
                  </w:r>
                  <w:r w:rsidR="007C0016">
                    <w:t>t can you do</w:t>
                  </w:r>
                  <w:r>
                    <w:t xml:space="preserve"> in the District of Columbia?</w:t>
                  </w:r>
                </w:p>
                <w:p w:rsidR="00D54725" w:rsidRPr="00134E29" w:rsidRDefault="00521C5E" w:rsidP="00D54725">
                  <w:pPr>
                    <w:pStyle w:val="Heading3"/>
                  </w:pPr>
                  <w:r>
                    <w:rPr>
                      <w:noProof/>
                    </w:rPr>
                    <w:drawing>
                      <wp:inline distT="0" distB="0" distL="0" distR="0">
                        <wp:extent cx="2463800" cy="25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2463800" cy="25400"/>
                                </a:xfrm>
                                <a:prstGeom prst="rect">
                                  <a:avLst/>
                                </a:prstGeom>
                                <a:noFill/>
                                <a:ln w="9525">
                                  <a:noFill/>
                                  <a:miter lim="800000"/>
                                  <a:headEnd/>
                                  <a:tailEnd/>
                                </a:ln>
                              </pic:spPr>
                            </pic:pic>
                          </a:graphicData>
                        </a:graphic>
                      </wp:inline>
                    </w:drawing>
                  </w:r>
                </w:p>
                <w:p w:rsidR="00D54725" w:rsidRPr="003012CE" w:rsidRDefault="006C2198" w:rsidP="003012CE">
                  <w:pPr>
                    <w:pStyle w:val="Heading3"/>
                  </w:pPr>
                  <w:r>
                    <w:t>The white house</w:t>
                  </w:r>
                </w:p>
                <w:p w:rsidR="00603A25" w:rsidRDefault="00603A25" w:rsidP="00D54725">
                  <w:pPr>
                    <w:pStyle w:val="BodyText"/>
                  </w:pPr>
                  <w:r>
                    <w:t>Located at 1600 Pennsylvania Avenue, the President of the United States resides at the White House.  It</w:t>
                  </w:r>
                  <w:r w:rsidR="006C2198">
                    <w:t xml:space="preserve"> is one of the most recognized</w:t>
                  </w:r>
                  <w:r>
                    <w:t xml:space="preserve"> buildings in the country, and it is the oldest federal building in Washington D.C.  It has survived two fires throughout history </w:t>
                  </w:r>
                  <w:r>
                    <w:rPr>
                      <w:rFonts w:ascii="Times New Roman" w:hAnsi="Times New Roman" w:cs="Times New Roman"/>
                    </w:rPr>
                    <w:t>─</w:t>
                  </w:r>
                  <w:r>
                    <w:t xml:space="preserve">one at British hands during the War of </w:t>
                  </w:r>
                  <w:r w:rsidR="00712BF9">
                    <w:t>1812</w:t>
                  </w:r>
                  <w:r>
                    <w:t xml:space="preserve"> and another in the West Wing in 1929.  </w:t>
                  </w:r>
                </w:p>
                <w:p w:rsidR="00D54725" w:rsidRDefault="00603A25" w:rsidP="00D54725">
                  <w:pPr>
                    <w:pStyle w:val="BodyText"/>
                  </w:pPr>
                  <w:r>
                    <w:t>The White House has a variety of</w:t>
                  </w:r>
                  <w:r w:rsidR="00920091">
                    <w:t xml:space="preserve"> activities for residents </w:t>
                  </w:r>
                  <w:r>
                    <w:t>including a tennis court, movie theater, pool, jogging track, and bowling lane.  Public tours of the White House are available duri</w:t>
                  </w:r>
                  <w:r w:rsidR="002472BB">
                    <w:t>ng the week.  Requests can be made up to 6 months in advance, so get your tickets early!</w:t>
                  </w:r>
                  <w:r>
                    <w:t xml:space="preserve"> </w:t>
                  </w:r>
                </w:p>
                <w:p w:rsidR="00E271E8" w:rsidRDefault="00E271E8" w:rsidP="00E271E8">
                  <w:pPr>
                    <w:pStyle w:val="Heading3"/>
                  </w:pPr>
                  <w:r>
                    <w:t>The Washington Monument</w:t>
                  </w:r>
                </w:p>
                <w:p w:rsidR="00E271E8" w:rsidRPr="00FF2077" w:rsidRDefault="00A61AD5" w:rsidP="00E47A75">
                  <w:pPr>
                    <w:rPr>
                      <w:sz w:val="22"/>
                      <w:szCs w:val="22"/>
                    </w:rPr>
                  </w:pPr>
                  <w:r w:rsidRPr="00FF2077">
                    <w:rPr>
                      <w:sz w:val="22"/>
                      <w:szCs w:val="22"/>
                    </w:rPr>
                    <w:t>The Washington M</w:t>
                  </w:r>
                  <w:r w:rsidR="00B150A6" w:rsidRPr="00FF2077">
                    <w:rPr>
                      <w:sz w:val="22"/>
                      <w:szCs w:val="22"/>
                    </w:rPr>
                    <w:t xml:space="preserve">onument was built to honor our first president, George Washington.  It </w:t>
                  </w:r>
                  <w:r w:rsidR="00E47A75" w:rsidRPr="00FF2077">
                    <w:rPr>
                      <w:sz w:val="22"/>
                      <w:szCs w:val="22"/>
                    </w:rPr>
                    <w:t xml:space="preserve">is the world’s tallest stone </w:t>
                  </w:r>
                  <w:r w:rsidR="00B150A6" w:rsidRPr="00FF2077">
                    <w:rPr>
                      <w:sz w:val="22"/>
                      <w:szCs w:val="22"/>
                    </w:rPr>
                    <w:t>structure, and i</w:t>
                  </w:r>
                  <w:r w:rsidR="00E47A75" w:rsidRPr="00FF2077">
                    <w:rPr>
                      <w:sz w:val="22"/>
                      <w:szCs w:val="22"/>
                    </w:rPr>
                    <w:t>t weighs</w:t>
                  </w:r>
                  <w:r w:rsidR="00B150A6" w:rsidRPr="00FF2077">
                    <w:rPr>
                      <w:sz w:val="22"/>
                      <w:szCs w:val="22"/>
                    </w:rPr>
                    <w:t xml:space="preserve"> in at</w:t>
                  </w:r>
                  <w:r w:rsidR="00E47A75" w:rsidRPr="00FF2077">
                    <w:rPr>
                      <w:sz w:val="22"/>
                      <w:szCs w:val="22"/>
                    </w:rPr>
                    <w:t xml:space="preserve"> 81,120 tons.  From the top the monument, you can enjoy a gorgeous view of the city.  Tickets are distributed daily, but they are given on a first come first serve basis.</w:t>
                  </w:r>
                  <w:r w:rsidR="00E35D62" w:rsidRPr="00FF2077">
                    <w:rPr>
                      <w:sz w:val="22"/>
                      <w:szCs w:val="22"/>
                    </w:rPr>
                    <w:t xml:space="preserve">  Do not miss out!</w:t>
                  </w:r>
                </w:p>
                <w:p w:rsidR="00EF33EE" w:rsidRPr="00461BDC" w:rsidRDefault="007E234D" w:rsidP="00EF33EE">
                  <w:pPr>
                    <w:pStyle w:val="Heading4"/>
                  </w:pPr>
                  <w:r>
                    <w:t>recreation and outdoor activities</w:t>
                  </w:r>
                </w:p>
                <w:p w:rsidR="002D158D" w:rsidRDefault="00C61C51" w:rsidP="00D54725">
                  <w:pPr>
                    <w:pStyle w:val="BodyText"/>
                  </w:pPr>
                  <w:r>
                    <w:t xml:space="preserve">Washington D.C. is the ideal place for those who love the outdoors.  You can hike, walk, or bike </w:t>
                  </w:r>
                  <w:r w:rsidR="001548E9">
                    <w:t>around</w:t>
                  </w:r>
                  <w:r>
                    <w:t xml:space="preserve"> the National Mall</w:t>
                  </w:r>
                  <w:r w:rsidR="00E470C4">
                    <w:t xml:space="preserve"> and monuments</w:t>
                  </w:r>
                  <w:r>
                    <w:t xml:space="preserve">.  In the </w:t>
                  </w:r>
                  <w:r w:rsidR="008F0276">
                    <w:t>spring</w:t>
                  </w:r>
                  <w:r>
                    <w:t>,</w:t>
                  </w:r>
                  <w:r w:rsidR="00EC02F2">
                    <w:t xml:space="preserve"> be sure to</w:t>
                  </w:r>
                  <w:r>
                    <w:t xml:space="preserve"> take in the beautiful cherry blossoms at the National Cherry Blossom Festival.</w:t>
                  </w:r>
                  <w:r w:rsidR="000556F3">
                    <w:t xml:space="preserve">  </w:t>
                  </w:r>
                  <w:r w:rsidR="003E1D25">
                    <w:t>In the summer, make time to</w:t>
                  </w:r>
                  <w:r w:rsidR="00EC02F2">
                    <w:t xml:space="preserve"> kayak, sail, or canoe along the Potomac River.</w:t>
                  </w:r>
                  <w:r w:rsidR="006C387F">
                    <w:t xml:space="preserve">  You may also want to visit the National Zoo, which has over 400 species of animals.  </w:t>
                  </w:r>
                  <w:r w:rsidR="00EC02F2">
                    <w:t xml:space="preserve"> </w:t>
                  </w:r>
                  <w:r w:rsidR="006160C6">
                    <w:t>If you have time,</w:t>
                  </w:r>
                  <w:r w:rsidR="00433845">
                    <w:t xml:space="preserve"> also</w:t>
                  </w:r>
                  <w:r w:rsidR="006160C6">
                    <w:t xml:space="preserve"> </w:t>
                  </w:r>
                  <w:r w:rsidR="00EC02F2">
                    <w:t>head over to East Potomac Park for an afternoon picnic with the children.</w:t>
                  </w:r>
                </w:p>
                <w:p w:rsidR="002D158D" w:rsidRPr="00461BDC" w:rsidRDefault="007E234D" w:rsidP="002D158D">
                  <w:pPr>
                    <w:pStyle w:val="Heading4"/>
                  </w:pPr>
                  <w:r>
                    <w:t>Entertainment</w:t>
                  </w:r>
                  <w:r w:rsidR="008D5D3D">
                    <w:t xml:space="preserve"> and arts</w:t>
                  </w:r>
                </w:p>
                <w:p w:rsidR="002D158D" w:rsidRDefault="001548E9" w:rsidP="002D158D">
                  <w:pPr>
                    <w:pStyle w:val="BodyText"/>
                  </w:pPr>
                  <w:r>
                    <w:t>There is a variety of entertainment options if you travel to our nation’s capital.  The National Gallery of Art, located on the National Mall, has works from famous artists such as Pablo Picasso, Jackson Pollock, and Mark Rothko.</w:t>
                  </w:r>
                  <w:r w:rsidR="00C8787F">
                    <w:t xml:space="preserve">  I</w:t>
                  </w:r>
                  <w:r w:rsidR="00D81FF4">
                    <w:t xml:space="preserve">t also has an outdoor venue for concerts in the summer and </w:t>
                  </w:r>
                  <w:r w:rsidR="00C8787F">
                    <w:t>ice skating</w:t>
                  </w:r>
                  <w:r w:rsidR="00D81FF4">
                    <w:t xml:space="preserve"> in the winter</w:t>
                  </w:r>
                  <w:r w:rsidR="00C8787F">
                    <w:t>.</w:t>
                  </w:r>
                </w:p>
                <w:p w:rsidR="00C8787F" w:rsidRDefault="00C8787F" w:rsidP="002D158D">
                  <w:pPr>
                    <w:pStyle w:val="BodyText"/>
                  </w:pPr>
                  <w:r>
                    <w:t xml:space="preserve">If you want to explore the </w:t>
                  </w:r>
                  <w:r w:rsidR="008C7876">
                    <w:t>nightlife</w:t>
                  </w:r>
                  <w:r>
                    <w:t xml:space="preserve"> in Washington D.C, you can check out the U Street Corridor, which is the center of the music scene.</w:t>
                  </w:r>
                  <w:r w:rsidR="00B46EB0">
                    <w:t xml:space="preserve">  </w:t>
                  </w:r>
                  <w:r w:rsidR="00AD1C79">
                    <w:t>You will find live jazz clubs, indie music, and p</w:t>
                  </w:r>
                  <w:r w:rsidR="00B46EB0">
                    <w:t>unk rock in this vibrant neighborhood.</w:t>
                  </w:r>
                </w:p>
                <w:p w:rsidR="00FF2077" w:rsidRDefault="00FF2077" w:rsidP="00202242">
                  <w:pPr>
                    <w:pStyle w:val="Heading4"/>
                  </w:pPr>
                </w:p>
                <w:p w:rsidR="00202242" w:rsidRPr="00461BDC" w:rsidRDefault="007E234D" w:rsidP="00202242">
                  <w:pPr>
                    <w:pStyle w:val="Heading4"/>
                  </w:pPr>
                  <w:r>
                    <w:t>where to eat</w:t>
                  </w:r>
                </w:p>
                <w:p w:rsidR="00202242" w:rsidRDefault="008F0276" w:rsidP="00D54725">
                  <w:pPr>
                    <w:pStyle w:val="BodyText"/>
                  </w:pPr>
                  <w:r>
                    <w:t>From burgers and pizza to fine cuisine, Washington D.C. has hundreds of places to satisfy your taste buds.  If you love pizza, visit the famous Italian restaurant Mamma Lucia.  If you are a seafood lover, b</w:t>
                  </w:r>
                  <w:r w:rsidR="00877825">
                    <w:t xml:space="preserve">e sure to visit The Market Inn, </w:t>
                  </w:r>
                  <w:r>
                    <w:t>which was</w:t>
                  </w:r>
                  <w:r w:rsidR="008813B0">
                    <w:t xml:space="preserve"> once</w:t>
                  </w:r>
                  <w:r>
                    <w:t xml:space="preserve"> fe</w:t>
                  </w:r>
                  <w:r w:rsidR="00877825">
                    <w:t>atured on the Food Show Network</w:t>
                  </w:r>
                  <w:r>
                    <w:t xml:space="preserve">.  If you love steak, visit Monocle on </w:t>
                  </w:r>
                  <w:r w:rsidR="00211C22">
                    <w:t>Capitol</w:t>
                  </w:r>
                  <w:r>
                    <w:t xml:space="preserve"> </w:t>
                  </w:r>
                  <w:r w:rsidR="00211C22">
                    <w:t>Hill.  You may even run into a Congressman or S</w:t>
                  </w:r>
                  <w:r>
                    <w:t>enator while</w:t>
                  </w:r>
                  <w:r w:rsidR="00296018">
                    <w:t xml:space="preserve"> you are</w:t>
                  </w:r>
                  <w:r>
                    <w:t xml:space="preserve"> there.</w:t>
                  </w:r>
                  <w:r w:rsidR="003D6C65">
                    <w:t xml:space="preserve">  </w:t>
                  </w:r>
                  <w:r w:rsidR="002C2A22">
                    <w:t>Lastly, i</w:t>
                  </w:r>
                  <w:r w:rsidR="003D6C65">
                    <w:t>f you are searching for a happy h</w:t>
                  </w:r>
                  <w:r w:rsidR="00970AA7">
                    <w:t xml:space="preserve">our, </w:t>
                  </w:r>
                  <w:r w:rsidR="002E72FF">
                    <w:t>head to Dupont Circle</w:t>
                  </w:r>
                  <w:r w:rsidR="00DC38A9">
                    <w:t xml:space="preserve"> </w:t>
                  </w:r>
                  <w:r w:rsidR="002E72FF">
                    <w:t>in Northwest Washington D.C.</w:t>
                  </w:r>
                  <w:r w:rsidR="00DC38A9">
                    <w:t xml:space="preserve"> for food and drink specials.  </w:t>
                  </w:r>
                  <w:r>
                    <w:t>Regardless of where you choose, one thing is for certain</w:t>
                  </w:r>
                  <w:r>
                    <w:rPr>
                      <w:rFonts w:ascii="Times New Roman" w:hAnsi="Times New Roman" w:cs="Times New Roman"/>
                    </w:rPr>
                    <w:t>─</w:t>
                  </w:r>
                  <w:r w:rsidR="00211C22">
                    <w:t xml:space="preserve"> y</w:t>
                  </w:r>
                  <w:r>
                    <w:t>ou will never be out of options!</w:t>
                  </w:r>
                </w:p>
                <w:p w:rsidR="00202242" w:rsidRPr="00461BDC" w:rsidRDefault="007E234D" w:rsidP="00202242">
                  <w:pPr>
                    <w:pStyle w:val="Heading4"/>
                  </w:pPr>
                  <w:r>
                    <w:t>transportation</w:t>
                  </w:r>
                </w:p>
                <w:p w:rsidR="00482D6D" w:rsidRDefault="006475BB" w:rsidP="00D54725">
                  <w:pPr>
                    <w:pStyle w:val="BodyText"/>
                  </w:pPr>
                  <w:r>
                    <w:t xml:space="preserve">Since Washington D.C. is one of the largest metropolitan areas, it has a variety of transportation options.  You can </w:t>
                  </w:r>
                  <w:r w:rsidR="00FC264C">
                    <w:t xml:space="preserve">ride </w:t>
                  </w:r>
                  <w:r>
                    <w:t xml:space="preserve">the DC Circulator Buses or taxis.  One of the best ways to get around the city is the Metro.  </w:t>
                  </w:r>
                  <w:r w:rsidR="00EC21D8">
                    <w:t>Five different Metrorail lines</w:t>
                  </w:r>
                  <w:r>
                    <w:t xml:space="preserve"> go around Washington, Maryland, and Virginia.  You may</w:t>
                  </w:r>
                  <w:r w:rsidR="001B5BD4">
                    <w:t xml:space="preserve"> also</w:t>
                  </w:r>
                  <w:r>
                    <w:t xml:space="preserve"> </w:t>
                  </w:r>
                  <w:r w:rsidR="001B5BD4">
                    <w:t>travel to</w:t>
                  </w:r>
                  <w:r w:rsidR="00AA70A2">
                    <w:t xml:space="preserve"> D.C. </w:t>
                  </w:r>
                  <w:r>
                    <w:t>by car, but street parking can be expensive and hard to find.</w:t>
                  </w:r>
                </w:p>
              </w:txbxContent>
            </v:textbox>
            <w10:wrap anchorx="page" anchory="page"/>
          </v:shape>
        </w:pict>
      </w:r>
      <w:r w:rsidR="00CF1F63">
        <w:rPr>
          <w:noProof/>
        </w:rPr>
        <w:pict>
          <v:shape id="_x0000_s1104" type="#_x0000_t202" style="position:absolute;margin-left:297.3pt;margin-top:25.4pt;width:170.85pt;height:150.55pt;z-index:251661824;mso-wrap-style:none;mso-position-horizontal-relative:page;mso-position-vertical-relative:page" filled="f" stroked="f" strokecolor="#c9f" strokeweight="1.5pt">
            <v:textbox style="mso-fit-shape-to-text:t">
              <w:txbxContent>
                <w:p w:rsidR="00D54725" w:rsidRDefault="00674D87" w:rsidP="00D54725">
                  <w:r>
                    <w:rPr>
                      <w:noProof/>
                    </w:rPr>
                    <w:drawing>
                      <wp:inline distT="0" distB="0" distL="0" distR="0">
                        <wp:extent cx="2446020" cy="1591045"/>
                        <wp:effectExtent l="57150" t="38100" r="30480" b="28205"/>
                        <wp:docPr id="34" name="Picture 34" descr="http://edailyupdate.com/wp-content/uploads/2011/03/cherry-blosso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edailyupdate.com/wp-content/uploads/2011/03/cherry-blossom-1.jpg"/>
                                <pic:cNvPicPr>
                                  <a:picLocks noChangeAspect="1" noChangeArrowheads="1"/>
                                </pic:cNvPicPr>
                              </pic:nvPicPr>
                              <pic:blipFill>
                                <a:blip r:embed="rId15"/>
                                <a:srcRect/>
                                <a:stretch>
                                  <a:fillRect/>
                                </a:stretch>
                              </pic:blipFill>
                              <pic:spPr bwMode="auto">
                                <a:xfrm>
                                  <a:off x="0" y="0"/>
                                  <a:ext cx="2446020" cy="1591045"/>
                                </a:xfrm>
                                <a:prstGeom prst="rect">
                                  <a:avLst/>
                                </a:prstGeom>
                                <a:noFill/>
                                <a:ln w="44450">
                                  <a:solidFill>
                                    <a:schemeClr val="tx2">
                                      <a:lumMod val="40000"/>
                                      <a:lumOff val="60000"/>
                                    </a:schemeClr>
                                  </a:solidFill>
                                  <a:miter lim="800000"/>
                                  <a:headEnd/>
                                  <a:tailEnd/>
                                </a:ln>
                              </pic:spPr>
                            </pic:pic>
                          </a:graphicData>
                        </a:graphic>
                      </wp:inline>
                    </w:drawing>
                  </w:r>
                </w:p>
              </w:txbxContent>
            </v:textbox>
            <w10:wrap anchorx="page" anchory="page"/>
          </v:shape>
        </w:pict>
      </w:r>
      <w:r w:rsidR="00CF1F63">
        <w:rPr>
          <w:noProof/>
        </w:rPr>
        <w:pict>
          <v:shape id="_x0000_s1102" type="#_x0000_t202" style="position:absolute;margin-left:774.9pt;margin-top:41.05pt;width:208.8pt;height:525.6pt;z-index:251659776;mso-position-horizontal-relative:page;mso-position-vertical-relative:page" filled="f" stroked="f" strokecolor="#c9f" strokeweight="1.5pt">
            <v:textbox>
              <w:txbxContent/>
            </v:textbox>
            <w10:wrap anchorx="page" anchory="page"/>
          </v:shape>
        </w:pict>
      </w:r>
      <w:r w:rsidR="00CF1F63">
        <w:rPr>
          <w:noProof/>
        </w:rPr>
        <w:pict>
          <v:shape id="_x0000_s1101" type="#_x0000_t202" style="position:absolute;margin-left:531.3pt;margin-top:41.3pt;width:208.8pt;height:349.8pt;z-index:251658752;mso-position-horizontal-relative:page;mso-position-vertical-relative:page" filled="f" stroked="f" strokecolor="#c9f" strokeweight="1.5pt">
            <v:textbox style="mso-next-textbox:#_x0000_s1102">
              <w:txbxContent/>
            </v:textbox>
            <w10:wrap anchorx="page" anchory="page"/>
          </v:shape>
        </w:pict>
      </w:r>
    </w:p>
    <w:sectPr w:rsidR="00051AEB" w:rsidRPr="00755404" w:rsidSect="00716705">
      <w:pgSz w:w="20160" w:h="12240" w:orient="landscape" w:code="1"/>
      <w:pgMar w:top="1008" w:right="1008" w:bottom="1008" w:left="1008" w:header="720" w:footer="720" w:gutter="0"/>
      <w:cols w:num="4" w:space="720" w:equalWidth="0">
        <w:col w:w="3852" w:space="720"/>
        <w:col w:w="4140" w:space="720"/>
        <w:col w:w="4140" w:space="720"/>
        <w:col w:w="3852"/>
      </w:cols>
      <w:docGrid w:linePitch="2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33C" w:rsidRDefault="0011733C" w:rsidP="00417F8A">
      <w:r>
        <w:separator/>
      </w:r>
    </w:p>
  </w:endnote>
  <w:endnote w:type="continuationSeparator" w:id="0">
    <w:p w:rsidR="0011733C" w:rsidRDefault="0011733C" w:rsidP="00417F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33C" w:rsidRDefault="0011733C" w:rsidP="00417F8A">
      <w:r>
        <w:separator/>
      </w:r>
    </w:p>
  </w:footnote>
  <w:footnote w:type="continuationSeparator" w:id="0">
    <w:p w:rsidR="0011733C" w:rsidRDefault="0011733C" w:rsidP="00417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pt;height:11pt" o:bullet="t">
        <v:imagedata r:id="rId1" o:title="mso3F36"/>
      </v:shape>
    </w:pict>
  </w:numPicBullet>
  <w:abstractNum w:abstractNumId="0">
    <w:nsid w:val="3D59387E"/>
    <w:multiLevelType w:val="hybridMultilevel"/>
    <w:tmpl w:val="0900AA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US" w:vendorID="64" w:dllVersion="131078" w:nlCheck="1" w:checkStyle="0"/>
  <w:proofState w:spelling="clean" w:grammar="clean"/>
  <w:attachedTemplate r:id="rId1"/>
  <w:stylePaneFormatFilter w:val="3001"/>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38398C"/>
    <w:rsid w:val="00003387"/>
    <w:rsid w:val="000034A3"/>
    <w:rsid w:val="0001592C"/>
    <w:rsid w:val="000418EF"/>
    <w:rsid w:val="0004313B"/>
    <w:rsid w:val="00051AEB"/>
    <w:rsid w:val="000541DD"/>
    <w:rsid w:val="000556F3"/>
    <w:rsid w:val="00081D9C"/>
    <w:rsid w:val="000A4144"/>
    <w:rsid w:val="000A42F5"/>
    <w:rsid w:val="000B4A74"/>
    <w:rsid w:val="000B4FCF"/>
    <w:rsid w:val="000C22BE"/>
    <w:rsid w:val="000E5967"/>
    <w:rsid w:val="001070CA"/>
    <w:rsid w:val="00113046"/>
    <w:rsid w:val="0011733C"/>
    <w:rsid w:val="00117B94"/>
    <w:rsid w:val="001253E2"/>
    <w:rsid w:val="0012572D"/>
    <w:rsid w:val="00134E29"/>
    <w:rsid w:val="00144F96"/>
    <w:rsid w:val="0014547D"/>
    <w:rsid w:val="001548E9"/>
    <w:rsid w:val="00162963"/>
    <w:rsid w:val="001841C8"/>
    <w:rsid w:val="001B5BD4"/>
    <w:rsid w:val="001D202B"/>
    <w:rsid w:val="001D402C"/>
    <w:rsid w:val="001D73AD"/>
    <w:rsid w:val="001F4231"/>
    <w:rsid w:val="001F56E8"/>
    <w:rsid w:val="00202242"/>
    <w:rsid w:val="00211C22"/>
    <w:rsid w:val="00216759"/>
    <w:rsid w:val="002213EA"/>
    <w:rsid w:val="00237B29"/>
    <w:rsid w:val="00242515"/>
    <w:rsid w:val="002472BB"/>
    <w:rsid w:val="00260979"/>
    <w:rsid w:val="00280099"/>
    <w:rsid w:val="00296018"/>
    <w:rsid w:val="002A268D"/>
    <w:rsid w:val="002B5EDA"/>
    <w:rsid w:val="002C2A22"/>
    <w:rsid w:val="002D158D"/>
    <w:rsid w:val="002D6E64"/>
    <w:rsid w:val="002E1C95"/>
    <w:rsid w:val="002E72FF"/>
    <w:rsid w:val="003012CE"/>
    <w:rsid w:val="00304009"/>
    <w:rsid w:val="00311432"/>
    <w:rsid w:val="00320B3D"/>
    <w:rsid w:val="003374E3"/>
    <w:rsid w:val="00337F03"/>
    <w:rsid w:val="003413D9"/>
    <w:rsid w:val="003433BE"/>
    <w:rsid w:val="00356811"/>
    <w:rsid w:val="00381A35"/>
    <w:rsid w:val="0038398C"/>
    <w:rsid w:val="00393504"/>
    <w:rsid w:val="00394E76"/>
    <w:rsid w:val="003B534A"/>
    <w:rsid w:val="003C2C8D"/>
    <w:rsid w:val="003D6C65"/>
    <w:rsid w:val="003D6C80"/>
    <w:rsid w:val="003E1D25"/>
    <w:rsid w:val="003E56ED"/>
    <w:rsid w:val="003E6F76"/>
    <w:rsid w:val="003F2A36"/>
    <w:rsid w:val="0041393C"/>
    <w:rsid w:val="00416292"/>
    <w:rsid w:val="00424ABA"/>
    <w:rsid w:val="0042718E"/>
    <w:rsid w:val="00433845"/>
    <w:rsid w:val="00453FA4"/>
    <w:rsid w:val="00461BDC"/>
    <w:rsid w:val="00461D96"/>
    <w:rsid w:val="00467FE4"/>
    <w:rsid w:val="00471356"/>
    <w:rsid w:val="0047192E"/>
    <w:rsid w:val="00472D13"/>
    <w:rsid w:val="004778B7"/>
    <w:rsid w:val="00482D6D"/>
    <w:rsid w:val="00486E9E"/>
    <w:rsid w:val="00493447"/>
    <w:rsid w:val="004B4CEA"/>
    <w:rsid w:val="004D0123"/>
    <w:rsid w:val="004E0EB9"/>
    <w:rsid w:val="004F6568"/>
    <w:rsid w:val="004F658A"/>
    <w:rsid w:val="00506068"/>
    <w:rsid w:val="005063B3"/>
    <w:rsid w:val="00512AB9"/>
    <w:rsid w:val="0051390B"/>
    <w:rsid w:val="00521C5E"/>
    <w:rsid w:val="00533364"/>
    <w:rsid w:val="0054537B"/>
    <w:rsid w:val="00551609"/>
    <w:rsid w:val="00557A64"/>
    <w:rsid w:val="005740B7"/>
    <w:rsid w:val="00585266"/>
    <w:rsid w:val="005920DE"/>
    <w:rsid w:val="005A4B6F"/>
    <w:rsid w:val="005B1A7F"/>
    <w:rsid w:val="005B43C9"/>
    <w:rsid w:val="005B7B59"/>
    <w:rsid w:val="005C0BB6"/>
    <w:rsid w:val="005C1C5E"/>
    <w:rsid w:val="005C3431"/>
    <w:rsid w:val="005D3ACE"/>
    <w:rsid w:val="005D7E1B"/>
    <w:rsid w:val="005E49E4"/>
    <w:rsid w:val="005F0355"/>
    <w:rsid w:val="005F1753"/>
    <w:rsid w:val="005F4A9F"/>
    <w:rsid w:val="0060121D"/>
    <w:rsid w:val="0060236F"/>
    <w:rsid w:val="00603A25"/>
    <w:rsid w:val="006160C6"/>
    <w:rsid w:val="00617F8E"/>
    <w:rsid w:val="006213D4"/>
    <w:rsid w:val="00621A1C"/>
    <w:rsid w:val="0064297C"/>
    <w:rsid w:val="0064622B"/>
    <w:rsid w:val="006475BB"/>
    <w:rsid w:val="00652374"/>
    <w:rsid w:val="00671787"/>
    <w:rsid w:val="00671FCB"/>
    <w:rsid w:val="00674D87"/>
    <w:rsid w:val="00675783"/>
    <w:rsid w:val="0067797E"/>
    <w:rsid w:val="0068763D"/>
    <w:rsid w:val="006B0C71"/>
    <w:rsid w:val="006C2198"/>
    <w:rsid w:val="006C387F"/>
    <w:rsid w:val="006E123A"/>
    <w:rsid w:val="006F3C36"/>
    <w:rsid w:val="006F587E"/>
    <w:rsid w:val="007033B4"/>
    <w:rsid w:val="00703D38"/>
    <w:rsid w:val="00712BF9"/>
    <w:rsid w:val="00716705"/>
    <w:rsid w:val="00722BFB"/>
    <w:rsid w:val="007352E2"/>
    <w:rsid w:val="00747C70"/>
    <w:rsid w:val="00755404"/>
    <w:rsid w:val="00756E73"/>
    <w:rsid w:val="00770B4B"/>
    <w:rsid w:val="00775D14"/>
    <w:rsid w:val="007813B3"/>
    <w:rsid w:val="00790728"/>
    <w:rsid w:val="007A5E34"/>
    <w:rsid w:val="007B30AC"/>
    <w:rsid w:val="007B47AA"/>
    <w:rsid w:val="007C0016"/>
    <w:rsid w:val="007D2B04"/>
    <w:rsid w:val="007E234D"/>
    <w:rsid w:val="007F5E36"/>
    <w:rsid w:val="00851951"/>
    <w:rsid w:val="00853593"/>
    <w:rsid w:val="008619C8"/>
    <w:rsid w:val="00872497"/>
    <w:rsid w:val="00877825"/>
    <w:rsid w:val="00877D18"/>
    <w:rsid w:val="008813B0"/>
    <w:rsid w:val="0088222F"/>
    <w:rsid w:val="008C0EA3"/>
    <w:rsid w:val="008C0FE8"/>
    <w:rsid w:val="008C4802"/>
    <w:rsid w:val="008C7876"/>
    <w:rsid w:val="008D5D3D"/>
    <w:rsid w:val="008E56FA"/>
    <w:rsid w:val="008F0276"/>
    <w:rsid w:val="00917A59"/>
    <w:rsid w:val="00920091"/>
    <w:rsid w:val="00920E87"/>
    <w:rsid w:val="009218D8"/>
    <w:rsid w:val="00944FB8"/>
    <w:rsid w:val="00970AA7"/>
    <w:rsid w:val="0099163D"/>
    <w:rsid w:val="009A1728"/>
    <w:rsid w:val="009A6DF0"/>
    <w:rsid w:val="009B523F"/>
    <w:rsid w:val="009B61B1"/>
    <w:rsid w:val="009C0E4C"/>
    <w:rsid w:val="009C4CA3"/>
    <w:rsid w:val="009D4A3C"/>
    <w:rsid w:val="009E042E"/>
    <w:rsid w:val="009E09FE"/>
    <w:rsid w:val="00A00E6B"/>
    <w:rsid w:val="00A27E3E"/>
    <w:rsid w:val="00A61AD5"/>
    <w:rsid w:val="00AA70A2"/>
    <w:rsid w:val="00AB34DA"/>
    <w:rsid w:val="00AC0CB3"/>
    <w:rsid w:val="00AD1C79"/>
    <w:rsid w:val="00AD3B75"/>
    <w:rsid w:val="00AE3B9D"/>
    <w:rsid w:val="00AF6343"/>
    <w:rsid w:val="00AF68AB"/>
    <w:rsid w:val="00B00F5B"/>
    <w:rsid w:val="00B150A6"/>
    <w:rsid w:val="00B31E53"/>
    <w:rsid w:val="00B45183"/>
    <w:rsid w:val="00B46EB0"/>
    <w:rsid w:val="00B74F2E"/>
    <w:rsid w:val="00B83792"/>
    <w:rsid w:val="00B8502E"/>
    <w:rsid w:val="00B91B10"/>
    <w:rsid w:val="00B9407E"/>
    <w:rsid w:val="00BA7D7E"/>
    <w:rsid w:val="00BC26BE"/>
    <w:rsid w:val="00BC2B2D"/>
    <w:rsid w:val="00BD1B8D"/>
    <w:rsid w:val="00BD5B2F"/>
    <w:rsid w:val="00BE0EE5"/>
    <w:rsid w:val="00BE3EDD"/>
    <w:rsid w:val="00BF1976"/>
    <w:rsid w:val="00C054BA"/>
    <w:rsid w:val="00C120EF"/>
    <w:rsid w:val="00C1699A"/>
    <w:rsid w:val="00C17484"/>
    <w:rsid w:val="00C30990"/>
    <w:rsid w:val="00C61C51"/>
    <w:rsid w:val="00C67399"/>
    <w:rsid w:val="00C72419"/>
    <w:rsid w:val="00C762B7"/>
    <w:rsid w:val="00C8787F"/>
    <w:rsid w:val="00C947BA"/>
    <w:rsid w:val="00C949E6"/>
    <w:rsid w:val="00CB676C"/>
    <w:rsid w:val="00CC25B8"/>
    <w:rsid w:val="00CD1218"/>
    <w:rsid w:val="00CF1F63"/>
    <w:rsid w:val="00CF723F"/>
    <w:rsid w:val="00D21C4C"/>
    <w:rsid w:val="00D41346"/>
    <w:rsid w:val="00D54725"/>
    <w:rsid w:val="00D81FF4"/>
    <w:rsid w:val="00D83E26"/>
    <w:rsid w:val="00DC38A9"/>
    <w:rsid w:val="00DD0AD4"/>
    <w:rsid w:val="00DD180D"/>
    <w:rsid w:val="00DE35E9"/>
    <w:rsid w:val="00DE7156"/>
    <w:rsid w:val="00DF1352"/>
    <w:rsid w:val="00E16ED5"/>
    <w:rsid w:val="00E178F9"/>
    <w:rsid w:val="00E271E8"/>
    <w:rsid w:val="00E35D62"/>
    <w:rsid w:val="00E44EF4"/>
    <w:rsid w:val="00E470C4"/>
    <w:rsid w:val="00E47A75"/>
    <w:rsid w:val="00E54183"/>
    <w:rsid w:val="00E64ABE"/>
    <w:rsid w:val="00E9608A"/>
    <w:rsid w:val="00EB3583"/>
    <w:rsid w:val="00EC02F2"/>
    <w:rsid w:val="00EC21D8"/>
    <w:rsid w:val="00EC3D10"/>
    <w:rsid w:val="00EF33EE"/>
    <w:rsid w:val="00EF541D"/>
    <w:rsid w:val="00F02B36"/>
    <w:rsid w:val="00F04B58"/>
    <w:rsid w:val="00F05422"/>
    <w:rsid w:val="00F323A0"/>
    <w:rsid w:val="00F34670"/>
    <w:rsid w:val="00F51E32"/>
    <w:rsid w:val="00F529C2"/>
    <w:rsid w:val="00F62F51"/>
    <w:rsid w:val="00F73E1F"/>
    <w:rsid w:val="00F766FE"/>
    <w:rsid w:val="00F8505E"/>
    <w:rsid w:val="00FA7B3F"/>
    <w:rsid w:val="00FC264C"/>
    <w:rsid w:val="00FF0EAC"/>
    <w:rsid w:val="00FF2077"/>
    <w:rsid w:val="00FF2A0E"/>
    <w:rsid w:val="00FF38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strokecolor="#c9f">
      <v:stroke color="#c9f" weight="1.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92C"/>
    <w:rPr>
      <w:sz w:val="24"/>
      <w:szCs w:val="24"/>
    </w:rPr>
  </w:style>
  <w:style w:type="paragraph" w:styleId="Heading1">
    <w:name w:val="heading 1"/>
    <w:basedOn w:val="Normal"/>
    <w:next w:val="Heading2"/>
    <w:qFormat/>
    <w:rsid w:val="00AF6343"/>
    <w:pPr>
      <w:jc w:val="center"/>
      <w:outlineLvl w:val="0"/>
    </w:pPr>
    <w:rPr>
      <w:rFonts w:ascii="Century Gothic" w:hAnsi="Century Gothic"/>
      <w:color w:val="993300"/>
      <w:spacing w:val="20"/>
      <w:sz w:val="72"/>
      <w:szCs w:val="52"/>
    </w:rPr>
  </w:style>
  <w:style w:type="paragraph" w:styleId="Heading2">
    <w:name w:val="heading 2"/>
    <w:basedOn w:val="Normal"/>
    <w:next w:val="Normal"/>
    <w:qFormat/>
    <w:rsid w:val="00AF6343"/>
    <w:pPr>
      <w:spacing w:after="360"/>
      <w:jc w:val="center"/>
      <w:outlineLvl w:val="1"/>
    </w:pPr>
    <w:rPr>
      <w:rFonts w:ascii="Century Gothic" w:hAnsi="Century Gothic" w:cs="Arial"/>
      <w:color w:val="993300"/>
      <w:spacing w:val="10"/>
      <w:sz w:val="40"/>
      <w:szCs w:val="36"/>
    </w:rPr>
  </w:style>
  <w:style w:type="paragraph" w:styleId="Heading3">
    <w:name w:val="heading 3"/>
    <w:basedOn w:val="Heading1"/>
    <w:next w:val="Normal"/>
    <w:qFormat/>
    <w:rsid w:val="003012CE"/>
    <w:pPr>
      <w:spacing w:before="120" w:after="240"/>
      <w:outlineLvl w:val="2"/>
    </w:pPr>
    <w:rPr>
      <w:rFonts w:cs="Arial"/>
      <w:caps/>
      <w:color w:val="008080"/>
      <w:spacing w:val="10"/>
      <w:sz w:val="28"/>
      <w:szCs w:val="32"/>
    </w:rPr>
  </w:style>
  <w:style w:type="paragraph" w:styleId="Heading4">
    <w:name w:val="heading 4"/>
    <w:next w:val="Normal"/>
    <w:link w:val="Heading4Char"/>
    <w:qFormat/>
    <w:rsid w:val="00AF6343"/>
    <w:pPr>
      <w:spacing w:before="360" w:after="120"/>
      <w:outlineLvl w:val="3"/>
    </w:pPr>
    <w:rPr>
      <w:rFonts w:ascii="Century Gothic" w:hAnsi="Century Gothic" w:cs="Arial"/>
      <w:caps/>
      <w:color w:val="808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BodyTextChar"/>
    <w:link w:val="Heading4"/>
    <w:rsid w:val="00AF6343"/>
    <w:rPr>
      <w:rFonts w:ascii="Century Gothic" w:hAnsi="Century Gothic"/>
      <w:caps/>
      <w:color w:val="808000"/>
    </w:rPr>
  </w:style>
  <w:style w:type="character" w:customStyle="1" w:styleId="BodyTextChar">
    <w:name w:val="Body Text Char"/>
    <w:basedOn w:val="DefaultParagraphFont"/>
    <w:link w:val="BodyText"/>
    <w:rsid w:val="00AF6343"/>
    <w:rPr>
      <w:rFonts w:ascii="Sylfaen" w:hAnsi="Sylfaen" w:cs="Arial"/>
      <w:sz w:val="22"/>
      <w:szCs w:val="22"/>
      <w:lang w:val="en-US" w:eastAsia="en-US" w:bidi="ar-SA"/>
    </w:rPr>
  </w:style>
  <w:style w:type="paragraph" w:styleId="BodyText">
    <w:name w:val="Body Text"/>
    <w:basedOn w:val="Normal"/>
    <w:link w:val="BodyTextChar"/>
    <w:rsid w:val="00AF6343"/>
    <w:pPr>
      <w:spacing w:after="240" w:line="240" w:lineRule="atLeast"/>
    </w:pPr>
    <w:rPr>
      <w:rFonts w:ascii="Sylfaen" w:hAnsi="Sylfaen" w:cs="Arial"/>
      <w:sz w:val="22"/>
      <w:szCs w:val="22"/>
    </w:rPr>
  </w:style>
  <w:style w:type="paragraph" w:customStyle="1" w:styleId="Address2">
    <w:name w:val="Address 2"/>
    <w:basedOn w:val="Normal"/>
    <w:rsid w:val="00AF6343"/>
    <w:pPr>
      <w:keepLines/>
      <w:spacing w:line="160" w:lineRule="atLeast"/>
      <w:jc w:val="center"/>
    </w:pPr>
    <w:rPr>
      <w:rFonts w:ascii="Sylfaen" w:hAnsi="Sylfaen"/>
      <w:sz w:val="20"/>
      <w:szCs w:val="20"/>
    </w:rPr>
  </w:style>
  <w:style w:type="paragraph" w:styleId="List">
    <w:name w:val="List"/>
    <w:basedOn w:val="Normal"/>
    <w:rsid w:val="00AF6343"/>
    <w:pPr>
      <w:keepLines/>
      <w:pBdr>
        <w:top w:val="single" w:sz="6" w:space="12" w:color="FFFFFF"/>
        <w:left w:val="single" w:sz="6" w:space="12" w:color="FFFFFF"/>
        <w:bottom w:val="single" w:sz="6" w:space="12" w:color="FFFFFF"/>
        <w:right w:val="single" w:sz="6" w:space="12" w:color="FFFFFF"/>
      </w:pBdr>
      <w:shd w:val="clear" w:color="FFFFFF" w:fill="auto"/>
      <w:spacing w:before="120" w:after="120" w:line="200" w:lineRule="atLeast"/>
      <w:ind w:left="245" w:right="245"/>
      <w:jc w:val="center"/>
    </w:pPr>
    <w:rPr>
      <w:rFonts w:ascii="Century Gothic" w:hAnsi="Century Gothic" w:cs="Arial"/>
      <w:i/>
      <w:iCs/>
      <w:sz w:val="22"/>
      <w:szCs w:val="22"/>
    </w:rPr>
  </w:style>
  <w:style w:type="paragraph" w:customStyle="1" w:styleId="highlightedtext">
    <w:name w:val="highlighted text"/>
    <w:basedOn w:val="Normal"/>
    <w:next w:val="Normal"/>
    <w:rsid w:val="00AF6343"/>
    <w:pPr>
      <w:pBdr>
        <w:left w:val="single" w:sz="6" w:space="9" w:color="FFFFFF"/>
        <w:right w:val="single" w:sz="6" w:space="31" w:color="FFFFFF"/>
      </w:pBdr>
      <w:shd w:val="solid" w:color="993300" w:fill="99CCFF"/>
      <w:spacing w:before="360" w:after="360"/>
      <w:ind w:left="144" w:right="864"/>
      <w:outlineLvl w:val="0"/>
    </w:pPr>
    <w:rPr>
      <w:rFonts w:ascii="Sylfaen" w:hAnsi="Sylfaen" w:cs="Arial"/>
      <w:i/>
      <w:color w:val="FFFFFF"/>
      <w:szCs w:val="22"/>
    </w:rPr>
  </w:style>
  <w:style w:type="paragraph" w:customStyle="1" w:styleId="Address1">
    <w:name w:val="Address 1"/>
    <w:rsid w:val="00AF6343"/>
    <w:rPr>
      <w:rFonts w:ascii="Century Gothic" w:hAnsi="Century Gothic" w:cs="Arial"/>
      <w:bCs/>
      <w:spacing w:val="10"/>
      <w:sz w:val="28"/>
      <w:szCs w:val="28"/>
    </w:rPr>
  </w:style>
  <w:style w:type="paragraph" w:styleId="NormalWeb">
    <w:name w:val="Normal (Web)"/>
    <w:basedOn w:val="Normal"/>
    <w:rsid w:val="00216759"/>
    <w:pPr>
      <w:spacing w:before="100" w:beforeAutospacing="1" w:after="100" w:afterAutospacing="1"/>
    </w:pPr>
    <w:rPr>
      <w:rFonts w:ascii="Verdana" w:hAnsi="Verdana"/>
      <w:sz w:val="17"/>
      <w:szCs w:val="17"/>
    </w:rPr>
  </w:style>
  <w:style w:type="paragraph" w:styleId="BalloonText">
    <w:name w:val="Balloon Text"/>
    <w:basedOn w:val="Normal"/>
    <w:semiHidden/>
    <w:rsid w:val="00AB34DA"/>
    <w:rPr>
      <w:rFonts w:ascii="Tahoma" w:hAnsi="Tahoma" w:cs="Tahoma"/>
      <w:sz w:val="16"/>
      <w:szCs w:val="16"/>
    </w:rPr>
  </w:style>
  <w:style w:type="paragraph" w:customStyle="1" w:styleId="Tagline">
    <w:name w:val="Tagline"/>
    <w:rsid w:val="00AF6343"/>
    <w:pPr>
      <w:spacing w:after="240"/>
      <w:jc w:val="center"/>
    </w:pPr>
    <w:rPr>
      <w:rFonts w:ascii="Century Gothic" w:hAnsi="Century Gothic" w:cs="Arial"/>
      <w:caps/>
      <w:color w:val="808000"/>
      <w:sz w:val="22"/>
      <w:szCs w:val="22"/>
    </w:rPr>
  </w:style>
  <w:style w:type="paragraph" w:styleId="Header">
    <w:name w:val="header"/>
    <w:basedOn w:val="Normal"/>
    <w:rsid w:val="00E178F9"/>
    <w:pPr>
      <w:tabs>
        <w:tab w:val="center" w:pos="4320"/>
        <w:tab w:val="right" w:pos="8640"/>
      </w:tabs>
    </w:pPr>
  </w:style>
  <w:style w:type="paragraph" w:styleId="Footer">
    <w:name w:val="footer"/>
    <w:basedOn w:val="Normal"/>
    <w:rsid w:val="00E178F9"/>
    <w:pPr>
      <w:tabs>
        <w:tab w:val="center" w:pos="4320"/>
        <w:tab w:val="right" w:pos="8640"/>
      </w:tabs>
    </w:pPr>
  </w:style>
  <w:style w:type="character" w:customStyle="1" w:styleId="txt">
    <w:name w:val="txt"/>
    <w:basedOn w:val="DefaultParagraphFont"/>
    <w:rsid w:val="000E596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5" Type="http://schemas.openxmlformats.org/officeDocument/2006/relationships/footnotes" Target="footnote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ppData\Roaming\Microsoft\Templates\Travel%20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Travel brochure</Template>
  <TotalTime>1</TotalTime>
  <Pages>2</Pages>
  <Words>0</Words>
  <Characters>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Tom</cp:lastModifiedBy>
  <cp:revision>6</cp:revision>
  <cp:lastPrinted>2011-10-10T13:34:00Z</cp:lastPrinted>
  <dcterms:created xsi:type="dcterms:W3CDTF">2011-10-10T19:44:00Z</dcterms:created>
  <dcterms:modified xsi:type="dcterms:W3CDTF">2011-10-10T19:45:00Z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TC010517211033</vt:lpwstr>
  </property>
</Properties>
</file>